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3C5EDD2E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</w:t>
      </w:r>
      <w:r w:rsidR="002037B4">
        <w:rPr>
          <w:rFonts w:ascii="Corbel" w:hAnsi="Corbel"/>
          <w:b/>
          <w:smallCaps/>
          <w:sz w:val="24"/>
          <w:szCs w:val="24"/>
        </w:rPr>
        <w:t>19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2037B4">
        <w:rPr>
          <w:rFonts w:ascii="Corbel" w:hAnsi="Corbel"/>
          <w:b/>
          <w:smallCaps/>
          <w:sz w:val="24"/>
          <w:szCs w:val="24"/>
        </w:rPr>
        <w:t>2</w:t>
      </w:r>
    </w:p>
    <w:p w14:paraId="27CB5829" w14:textId="572AC8E3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</w:t>
      </w:r>
      <w:r w:rsidR="002037B4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2037B4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01BBFB00" w:rsidR="0085747A" w:rsidRPr="00556D83" w:rsidRDefault="004A03A4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Magdalena </w:t>
            </w:r>
            <w:proofErr w:type="spellStart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56D83">
        <w:rPr>
          <w:rFonts w:ascii="Corbel" w:hAnsi="Corbel"/>
          <w:sz w:val="24"/>
          <w:szCs w:val="24"/>
        </w:rPr>
        <w:t>ECTS</w:t>
      </w:r>
      <w:proofErr w:type="spellEnd"/>
      <w:r w:rsidRPr="00556D83">
        <w:rPr>
          <w:rFonts w:ascii="Corbel" w:hAnsi="Corbel"/>
          <w:sz w:val="24"/>
          <w:szCs w:val="24"/>
        </w:rPr>
        <w:t xml:space="preserve">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Wykł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Konw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Sem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Prakt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40DA47D2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5DC39BC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proofErr w:type="spellStart"/>
            <w:r w:rsidRPr="00556D83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D83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Rynek (definicja, klasyfikacje). Popyt i jego determinanty: popyt efektywny a potencjalny, funkcjonalny a niefunkcjonalny i spekulacyjny; prawo popytu i krzywa popytu,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</w:t>
            </w: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56D8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56D83">
        <w:rPr>
          <w:rFonts w:ascii="Corbel" w:hAnsi="Corbel"/>
          <w:b/>
          <w:sz w:val="24"/>
          <w:szCs w:val="24"/>
        </w:rPr>
        <w:t xml:space="preserve">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38754E45" w:rsidR="0085747A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2FF45205" w:rsidR="00C61DC5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Begg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</w:t>
            </w:r>
            <w:proofErr w:type="spellStart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Vernasca</w:t>
            </w:r>
            <w:proofErr w:type="spellEnd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Dornbusch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Ekonomia,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N.G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Taylor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M.P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9B53C" w14:textId="77777777" w:rsidR="00596070" w:rsidRDefault="00596070" w:rsidP="00C16ABF">
      <w:pPr>
        <w:spacing w:after="0" w:line="240" w:lineRule="auto"/>
      </w:pPr>
      <w:r>
        <w:separator/>
      </w:r>
    </w:p>
  </w:endnote>
  <w:endnote w:type="continuationSeparator" w:id="0">
    <w:p w14:paraId="6E8AB310" w14:textId="77777777" w:rsidR="00596070" w:rsidRDefault="005960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B159D" w14:textId="77777777" w:rsidR="00596070" w:rsidRDefault="00596070" w:rsidP="00C16ABF">
      <w:pPr>
        <w:spacing w:after="0" w:line="240" w:lineRule="auto"/>
      </w:pPr>
      <w:r>
        <w:separator/>
      </w:r>
    </w:p>
  </w:footnote>
  <w:footnote w:type="continuationSeparator" w:id="0">
    <w:p w14:paraId="10DB9B03" w14:textId="77777777" w:rsidR="00596070" w:rsidRDefault="00596070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037B4"/>
    <w:rsid w:val="002144C0"/>
    <w:rsid w:val="00215FA7"/>
    <w:rsid w:val="0022477D"/>
    <w:rsid w:val="002278A9"/>
    <w:rsid w:val="002336F9"/>
    <w:rsid w:val="0024028F"/>
    <w:rsid w:val="00244ABC"/>
    <w:rsid w:val="00264B5B"/>
    <w:rsid w:val="00275D55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C2C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A4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96070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97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9C9D6E-C247-453B-B569-63AC4465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2020-09-30T13:29:00Z</dcterms:created>
  <dcterms:modified xsi:type="dcterms:W3CDTF">2021-11-05T10:40:00Z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